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B01243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2D25BB">
        <w:rPr>
          <w:b/>
          <w:color w:val="FF5200" w:themeColor="accent2"/>
          <w:sz w:val="36"/>
          <w:szCs w:val="36"/>
        </w:rPr>
        <w:t>„</w:t>
      </w:r>
      <w:r w:rsidR="001B50E9" w:rsidRPr="002D25BB">
        <w:rPr>
          <w:b/>
          <w:color w:val="FF5200" w:themeColor="accent2"/>
          <w:sz w:val="36"/>
          <w:szCs w:val="36"/>
        </w:rPr>
        <w:t>SUSE Linux – obnova a dokoupení subskripcí</w:t>
      </w:r>
      <w:r w:rsidR="0031280B" w:rsidRPr="002D25BB">
        <w:rPr>
          <w:b/>
          <w:color w:val="FF5200" w:themeColor="accent2"/>
          <w:sz w:val="36"/>
          <w:szCs w:val="36"/>
        </w:rPr>
        <w:t>“</w:t>
      </w:r>
      <w:r w:rsidR="000128D4" w:rsidRPr="002D25BB">
        <w:rPr>
          <w:b/>
          <w:color w:val="FF5200" w:themeColor="accent2"/>
          <w:sz w:val="36"/>
          <w:szCs w:val="36"/>
        </w:rPr>
        <w:t xml:space="preserve"> vedené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1B50E9">
        <w:rPr>
          <w:b/>
          <w:color w:val="FF5200" w:themeColor="accent2"/>
          <w:sz w:val="36"/>
          <w:szCs w:val="36"/>
        </w:rPr>
        <w:t xml:space="preserve">pod </w:t>
      </w:r>
      <w:proofErr w:type="gramStart"/>
      <w:r w:rsidR="000128D4" w:rsidRPr="001B50E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1B50E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1B50E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21579/2021-SŽ-GŘ-O8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AFC35F7" w14:textId="77777777" w:rsidR="002D25BB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8AF114F" w14:textId="77777777" w:rsidR="002D25BB" w:rsidRDefault="002D25B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131415" w:history="1">
            <w:r w:rsidRPr="00A94BB9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94BB9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_Toc69131415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7CF9A" w14:textId="77777777" w:rsidR="002D25BB" w:rsidRDefault="002D25B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131416" w:history="1">
            <w:r w:rsidRPr="00A94BB9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94BB9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_Toc69131416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2420DB" w14:textId="77777777" w:rsidR="002D25BB" w:rsidRDefault="002D25B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9131417" w:history="1">
            <w:r w:rsidRPr="00A94BB9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94BB9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_Toc69131417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69131415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19FF8BD3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3366A8">
        <w:t xml:space="preserve">jako </w:t>
      </w:r>
      <w:r w:rsidR="000128D4" w:rsidRPr="003366A8">
        <w:rPr>
          <w:rFonts w:eastAsia="Times New Roman" w:cs="Times New Roman"/>
          <w:lang w:eastAsia="cs-CZ"/>
        </w:rPr>
        <w:t>podlimitní sektorovou veřejnou zakázku</w:t>
      </w:r>
      <w:r w:rsidRPr="003366A8">
        <w:t>, jsou pravdivé</w:t>
      </w:r>
      <w:r w:rsidR="009771C9" w:rsidRPr="003366A8">
        <w:t>, úplné a odpovídají skutečnosti</w:t>
      </w:r>
      <w:r w:rsidRPr="003366A8">
        <w:t>. Účastník si je vědom</w:t>
      </w:r>
      <w:r>
        <w:t xml:space="preserve">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D44A98D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2D25BB">
        <w:t xml:space="preserve"> </w:t>
      </w:r>
      <w:r w:rsidR="002D25BB" w:rsidRPr="002D25BB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32469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324692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913141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69131417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42B07CA" w14:textId="77777777" w:rsidR="0031280B" w:rsidRDefault="0031280B" w:rsidP="0031280B"/>
    <w:p w14:paraId="7D1B963A" w14:textId="77777777" w:rsidR="003366A8" w:rsidRDefault="003366A8" w:rsidP="0031280B"/>
    <w:p w14:paraId="265F284E" w14:textId="77777777" w:rsidR="003366A8" w:rsidRDefault="003366A8" w:rsidP="0031280B"/>
    <w:p w14:paraId="2B9A0E48" w14:textId="77777777" w:rsidR="003366A8" w:rsidRPr="00F6555E" w:rsidRDefault="003366A8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6"/>
      <w:footerReference w:type="first" r:id="rId17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9C55FF" w15:done="0"/>
  <w15:commentEx w15:paraId="119BEBB6" w15:done="0"/>
  <w15:commentEx w15:paraId="25AE50F4" w15:done="0"/>
  <w15:commentEx w15:paraId="2B645E15" w15:done="0"/>
  <w15:commentEx w15:paraId="1CABC1E4" w15:done="0"/>
  <w15:commentEx w15:paraId="0439FB28" w15:done="0"/>
  <w15:commentEx w15:paraId="3F64F1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765F4" w14:textId="77777777" w:rsidR="00324692" w:rsidRDefault="00324692" w:rsidP="00962258">
      <w:pPr>
        <w:spacing w:after="0" w:line="240" w:lineRule="auto"/>
      </w:pPr>
      <w:r>
        <w:separator/>
      </w:r>
    </w:p>
  </w:endnote>
  <w:endnote w:type="continuationSeparator" w:id="0">
    <w:p w14:paraId="513C5E28" w14:textId="77777777" w:rsidR="00324692" w:rsidRDefault="003246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B8F1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25B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25B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C83F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47B0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F77F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25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25B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56A83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9D1D9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7777777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25B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25B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6EB109" w14:textId="77777777" w:rsidR="00324692" w:rsidRDefault="00324692" w:rsidP="00962258">
      <w:pPr>
        <w:spacing w:after="0" w:line="240" w:lineRule="auto"/>
      </w:pPr>
      <w:r>
        <w:separator/>
      </w:r>
    </w:p>
  </w:footnote>
  <w:footnote w:type="continuationSeparator" w:id="0">
    <w:p w14:paraId="6B293700" w14:textId="77777777" w:rsidR="00324692" w:rsidRDefault="00324692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B50E9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D25BB"/>
    <w:rsid w:val="002E0CD7"/>
    <w:rsid w:val="002F50CD"/>
    <w:rsid w:val="00304B06"/>
    <w:rsid w:val="0031280B"/>
    <w:rsid w:val="00321D98"/>
    <w:rsid w:val="003221F2"/>
    <w:rsid w:val="00324692"/>
    <w:rsid w:val="003366A8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B05287-E423-4792-A45F-FEA458C66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4</Pages>
  <Words>526</Words>
  <Characters>3105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2017-11-28T17:18:00Z</cp:lastPrinted>
  <dcterms:created xsi:type="dcterms:W3CDTF">2021-03-25T11:26:00Z</dcterms:created>
  <dcterms:modified xsi:type="dcterms:W3CDTF">2021-04-12T12:50:00Z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